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806097C" w14:textId="77777777" w:rsidR="006C0B82" w:rsidRPr="006C0B82" w:rsidRDefault="006C0B82" w:rsidP="006C0B82">
            <w:pPr>
              <w:framePr w:w="9582" w:h="2155" w:wrap="notBeside" w:vAnchor="page" w:hAnchor="page" w:x="1702" w:y="3063"/>
            </w:pPr>
            <w:r w:rsidRPr="006C0B82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6C0B82">
              <w:instrText xml:space="preserve"> FORMTEXT </w:instrText>
            </w:r>
            <w:r w:rsidRPr="006C0B82">
              <w:fldChar w:fldCharType="separate"/>
            </w:r>
            <w:r w:rsidRPr="006C0B82"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Pr="006C0B82">
              <w:instrText xml:space="preserve"> FORMTEXT </w:instrText>
            </w:r>
            <w:r w:rsidRPr="006C0B82">
              <w:fldChar w:fldCharType="separate"/>
            </w:r>
            <w:r w:rsidRPr="006C0B82">
              <w:t>Kehtna Vallavalitsus</w:t>
            </w:r>
          </w:p>
          <w:p w14:paraId="119C2CE4" w14:textId="7AA6C830" w:rsidR="00E85637" w:rsidRDefault="006C0B82" w:rsidP="006C0B82">
            <w:pPr>
              <w:framePr w:w="9582" w:h="2155" w:wrap="notBeside" w:vAnchor="page" w:hAnchor="page" w:x="1702" w:y="3063"/>
            </w:pPr>
            <w:r w:rsidRPr="006C0B82">
              <w:t>kehtna@kehtna.ee</w:t>
            </w:r>
            <w:r w:rsidRPr="006C0B82">
              <w:fldChar w:fldCharType="end"/>
            </w:r>
            <w:r w:rsidRPr="006C0B82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3410FCCD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3-2.1/2023</w:t>
            </w:r>
            <w:r w:rsidR="00571769">
              <w:rPr>
                <w:noProof/>
              </w:rPr>
              <w:t>/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F890E" w14:textId="77777777" w:rsidR="006C0B82" w:rsidRPr="006C0B82" w:rsidRDefault="006C0B82" w:rsidP="006C0B82">
      <w:pPr>
        <w:rPr>
          <w:b/>
          <w:kern w:val="28"/>
        </w:rPr>
      </w:pPr>
      <w:r w:rsidRPr="006C0B82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FIRST CAPITAL"/>
            </w:textInput>
          </w:ffData>
        </w:fldChar>
      </w:r>
      <w:r w:rsidRPr="006C0B82">
        <w:rPr>
          <w:b/>
          <w:kern w:val="28"/>
        </w:rPr>
        <w:instrText xml:space="preserve"> FORMTEXT </w:instrText>
      </w:r>
      <w:r w:rsidRPr="006C0B82">
        <w:rPr>
          <w:b/>
          <w:kern w:val="28"/>
        </w:rPr>
      </w:r>
      <w:r w:rsidRPr="006C0B82">
        <w:rPr>
          <w:b/>
          <w:kern w:val="28"/>
        </w:rPr>
        <w:fldChar w:fldCharType="separate"/>
      </w:r>
      <w:r w:rsidRPr="006C0B82">
        <w:rPr>
          <w:b/>
          <w:kern w:val="28"/>
        </w:rPr>
        <w:t>Raiete kooskõlastamine</w:t>
      </w:r>
      <w:r w:rsidRPr="006C0B82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6D5F0FF8" w14:textId="77777777" w:rsidR="006C0B82" w:rsidRDefault="006C0B82">
      <w:pPr>
        <w:rPr>
          <w:sz w:val="26"/>
        </w:rPr>
      </w:pPr>
    </w:p>
    <w:p w14:paraId="72C5BA96" w14:textId="77777777" w:rsidR="006C0B82" w:rsidRPr="006C0B82" w:rsidRDefault="006C0B82" w:rsidP="006C0B82">
      <w:pPr>
        <w:rPr>
          <w:szCs w:val="24"/>
        </w:rPr>
      </w:pPr>
      <w:r w:rsidRPr="006C0B82">
        <w:rPr>
          <w:szCs w:val="24"/>
        </w:rPr>
        <w:t>Lähtuvalt Kehtna valla üldplaneeringu punkt 6.3.2 palub RMK Edela regioon kooskõlastada raied (Lisa 1).</w:t>
      </w:r>
    </w:p>
    <w:p w14:paraId="416075CD" w14:textId="77777777" w:rsidR="00BD10C5" w:rsidRDefault="00BD10C5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0CF7EB3" w14:textId="77777777" w:rsidR="006C0B82" w:rsidRDefault="006C0B82" w:rsidP="00BD10C5">
      <w:pPr>
        <w:jc w:val="both"/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4B6B1B44" w14:textId="77777777" w:rsidR="00571769" w:rsidRDefault="00571769"/>
    <w:p w14:paraId="7AE7725A" w14:textId="77777777" w:rsidR="00E85637" w:rsidRDefault="00E85637">
      <w:pPr>
        <w:rPr>
          <w:sz w:val="2"/>
        </w:rPr>
      </w:pPr>
    </w:p>
    <w:p w14:paraId="68DAE5E2" w14:textId="77777777" w:rsidR="006C0B82" w:rsidRDefault="00864926" w:rsidP="00BD10C5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6C0B82">
        <w:t xml:space="preserve">Sven Soomets </w:t>
      </w:r>
    </w:p>
    <w:p w14:paraId="3913FF2B" w14:textId="7703D3A2" w:rsidR="00BD10C5" w:rsidRPr="00BD10C5" w:rsidRDefault="00B809EA" w:rsidP="00BD10C5">
      <w:r>
        <w:t>RM</w:t>
      </w:r>
      <w:r w:rsidR="00BD10C5" w:rsidRPr="00BD10C5">
        <w:t>K Edela regioon</w:t>
      </w:r>
      <w:r>
        <w:t xml:space="preserve">i </w:t>
      </w:r>
      <w:r w:rsidR="00BD10C5" w:rsidRPr="00BD10C5">
        <w:t>varumisjuht</w:t>
      </w:r>
    </w:p>
    <w:p w14:paraId="2EA9B0DF" w14:textId="042AB061" w:rsidR="00E85637" w:rsidRDefault="00864926">
      <w:r w:rsidRPr="00864926">
        <w:fldChar w:fldCharType="end"/>
      </w:r>
    </w:p>
    <w:p w14:paraId="3EF31887" w14:textId="77777777" w:rsidR="00E85637" w:rsidRDefault="00E85637"/>
    <w:p w14:paraId="3F077F8E" w14:textId="77777777" w:rsidR="006C0B82" w:rsidRPr="006C0B82" w:rsidRDefault="006C0B82" w:rsidP="006C0B82">
      <w:r w:rsidRPr="006C0B82">
        <w:t>Lisad: 1. Raiete nimekiri</w:t>
      </w:r>
    </w:p>
    <w:p w14:paraId="1DB53751" w14:textId="77777777" w:rsidR="006C0B82" w:rsidRPr="006C0B82" w:rsidRDefault="006C0B82" w:rsidP="006C0B82">
      <w:pPr>
        <w:ind w:firstLine="680"/>
      </w:pPr>
      <w:r w:rsidRPr="006C0B82">
        <w:t>2. Asendiplaan</w:t>
      </w:r>
    </w:p>
    <w:p w14:paraId="1E813045" w14:textId="77777777" w:rsidR="00E85637" w:rsidRDefault="00E85637"/>
    <w:p w14:paraId="5D257705" w14:textId="77777777" w:rsidR="00E85637" w:rsidRDefault="00E85637"/>
    <w:p w14:paraId="5389E422" w14:textId="7E670758" w:rsidR="00864926" w:rsidRPr="00864926" w:rsidRDefault="006C0B82" w:rsidP="00B809EA">
      <w:r w:rsidRPr="006C0B82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6C0B82">
        <w:instrText xml:space="preserve"> FORMTEXT </w:instrText>
      </w:r>
      <w:r w:rsidRPr="006C0B82">
        <w:fldChar w:fldCharType="separate"/>
      </w:r>
      <w:r w:rsidRPr="006C0B82">
        <w:t>5052296, sven.soomets@rmk.ee</w:t>
      </w:r>
      <w:r w:rsidRPr="006C0B82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E6BCA" w14:textId="77777777" w:rsidR="00C6375B" w:rsidRDefault="00C6375B">
      <w:r>
        <w:separator/>
      </w:r>
    </w:p>
  </w:endnote>
  <w:endnote w:type="continuationSeparator" w:id="0">
    <w:p w14:paraId="31703CC3" w14:textId="77777777" w:rsidR="00C6375B" w:rsidRDefault="00C6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F38E3" w14:textId="77777777" w:rsidR="00C6375B" w:rsidRDefault="00C6375B">
      <w:r>
        <w:separator/>
      </w:r>
    </w:p>
  </w:footnote>
  <w:footnote w:type="continuationSeparator" w:id="0">
    <w:p w14:paraId="2EA000F9" w14:textId="77777777" w:rsidR="00C6375B" w:rsidRDefault="00C63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36372"/>
    <w:rsid w:val="00057FC6"/>
    <w:rsid w:val="00084B1B"/>
    <w:rsid w:val="000A42B8"/>
    <w:rsid w:val="000B378D"/>
    <w:rsid w:val="000D31BC"/>
    <w:rsid w:val="0015432F"/>
    <w:rsid w:val="00187A2D"/>
    <w:rsid w:val="001956F4"/>
    <w:rsid w:val="001D139F"/>
    <w:rsid w:val="001E4AC0"/>
    <w:rsid w:val="001E574A"/>
    <w:rsid w:val="00231DFB"/>
    <w:rsid w:val="00274D7C"/>
    <w:rsid w:val="002D03C6"/>
    <w:rsid w:val="003212B7"/>
    <w:rsid w:val="00326150"/>
    <w:rsid w:val="00356C40"/>
    <w:rsid w:val="00360D6D"/>
    <w:rsid w:val="003A08B0"/>
    <w:rsid w:val="00436506"/>
    <w:rsid w:val="00491E34"/>
    <w:rsid w:val="004C2234"/>
    <w:rsid w:val="004F4F69"/>
    <w:rsid w:val="004F7A94"/>
    <w:rsid w:val="00571769"/>
    <w:rsid w:val="00574BB2"/>
    <w:rsid w:val="005E3DCC"/>
    <w:rsid w:val="005E7833"/>
    <w:rsid w:val="006C0B82"/>
    <w:rsid w:val="006D2AC0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549A2"/>
    <w:rsid w:val="009854AC"/>
    <w:rsid w:val="009B3991"/>
    <w:rsid w:val="009B3ECA"/>
    <w:rsid w:val="009D3F3A"/>
    <w:rsid w:val="009F47AE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425D8"/>
    <w:rsid w:val="00B7608B"/>
    <w:rsid w:val="00B809EA"/>
    <w:rsid w:val="00BD10C5"/>
    <w:rsid w:val="00BE1106"/>
    <w:rsid w:val="00BF0803"/>
    <w:rsid w:val="00C00FCF"/>
    <w:rsid w:val="00C20765"/>
    <w:rsid w:val="00C32B5E"/>
    <w:rsid w:val="00C33A90"/>
    <w:rsid w:val="00C52479"/>
    <w:rsid w:val="00C6375B"/>
    <w:rsid w:val="00C67247"/>
    <w:rsid w:val="00C72BDD"/>
    <w:rsid w:val="00C82385"/>
    <w:rsid w:val="00C96083"/>
    <w:rsid w:val="00C973B7"/>
    <w:rsid w:val="00CC057F"/>
    <w:rsid w:val="00CF0857"/>
    <w:rsid w:val="00DF304D"/>
    <w:rsid w:val="00E367C6"/>
    <w:rsid w:val="00E85637"/>
    <w:rsid w:val="00EA58C5"/>
    <w:rsid w:val="00EC5BAE"/>
    <w:rsid w:val="00F049F5"/>
    <w:rsid w:val="00F04FCF"/>
    <w:rsid w:val="00F7518C"/>
    <w:rsid w:val="00F75C1F"/>
    <w:rsid w:val="00F94062"/>
    <w:rsid w:val="00FC0EF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547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Sven Soomets</cp:lastModifiedBy>
  <cp:revision>7</cp:revision>
  <cp:lastPrinted>2014-04-01T12:05:00Z</cp:lastPrinted>
  <dcterms:created xsi:type="dcterms:W3CDTF">2023-11-29T11:48:00Z</dcterms:created>
  <dcterms:modified xsi:type="dcterms:W3CDTF">2024-07-04T10:17:00Z</dcterms:modified>
</cp:coreProperties>
</file>